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430F02ED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B31CA2">
        <w:rPr>
          <w:b/>
          <w:lang w:val="en-GB"/>
        </w:rPr>
        <w:t xml:space="preserve"> 29-G008-25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19580934" w:rsidR="00BA48ED" w:rsidRPr="007F3777" w:rsidRDefault="00EA2A97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>
        <w:rPr>
          <w:rFonts w:ascii="Calibri" w:hAnsi="Calibri" w:cs="Calibri"/>
          <w:lang w:val="en-GB"/>
        </w:rPr>
        <w:t>The Ministry of Line and Phoenix Island Development</w:t>
      </w:r>
      <w:r w:rsidR="00015DD1"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="00015DD1"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="00015DD1"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08E7DFB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</w:t>
      </w:r>
      <w:r w:rsidR="00B31CA2">
        <w:rPr>
          <w:rFonts w:ascii="Calibri" w:eastAsia="Times New Roman" w:hAnsi="Calibri" w:cs="Calibri"/>
          <w:b/>
          <w:i/>
          <w:iCs/>
          <w:lang w:val="en-GB"/>
        </w:rPr>
        <w:t>e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6B463F39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Procurement number: </w:t>
      </w:r>
      <w:r w:rsidR="00B31CA2">
        <w:rPr>
          <w:lang w:val="en-GB"/>
        </w:rPr>
        <w:t>29-G008-25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204228B6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B31CA2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B31CA2">
        <w:rPr>
          <w:rFonts w:ascii="Calibri" w:eastAsia="Times New Roman" w:hAnsi="Calibri" w:cs="Calibri"/>
          <w:lang w:val="en-GB"/>
        </w:rPr>
        <w:t>e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5A510" w14:textId="77777777" w:rsidR="00B3684F" w:rsidRDefault="00B3684F">
      <w:r>
        <w:separator/>
      </w:r>
    </w:p>
  </w:endnote>
  <w:endnote w:type="continuationSeparator" w:id="0">
    <w:p w14:paraId="3BFBDD7E" w14:textId="77777777" w:rsidR="00B3684F" w:rsidRDefault="00B3684F">
      <w:r>
        <w:continuationSeparator/>
      </w:r>
    </w:p>
  </w:endnote>
  <w:endnote w:type="continuationNotice" w:id="1">
    <w:p w14:paraId="1A25C366" w14:textId="77777777" w:rsidR="00B3684F" w:rsidRDefault="00B36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A2A97" w:rsidRPr="00EA2A97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A2A97" w:rsidRPr="00EA2A97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7ADD6B0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31CA2">
      <w:rPr>
        <w:noProof/>
      </w:rPr>
      <w:t>2025-10-24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EB376" w14:textId="77777777" w:rsidR="00B3684F" w:rsidRDefault="00B3684F">
      <w:r>
        <w:separator/>
      </w:r>
    </w:p>
  </w:footnote>
  <w:footnote w:type="continuationSeparator" w:id="0">
    <w:p w14:paraId="0BB97DF7" w14:textId="77777777" w:rsidR="00B3684F" w:rsidRDefault="00B3684F">
      <w:r>
        <w:continuationSeparator/>
      </w:r>
    </w:p>
  </w:footnote>
  <w:footnote w:type="continuationNotice" w:id="1">
    <w:p w14:paraId="47233873" w14:textId="77777777" w:rsidR="00B3684F" w:rsidRDefault="00B3684F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619775">
    <w:abstractNumId w:val="1"/>
  </w:num>
  <w:num w:numId="2" w16cid:durableId="306858110">
    <w:abstractNumId w:val="12"/>
  </w:num>
  <w:num w:numId="3" w16cid:durableId="192815633">
    <w:abstractNumId w:val="13"/>
  </w:num>
  <w:num w:numId="4" w16cid:durableId="1237671118">
    <w:abstractNumId w:val="7"/>
  </w:num>
  <w:num w:numId="5" w16cid:durableId="1184442095">
    <w:abstractNumId w:val="6"/>
  </w:num>
  <w:num w:numId="6" w16cid:durableId="818960427">
    <w:abstractNumId w:val="9"/>
  </w:num>
  <w:num w:numId="7" w16cid:durableId="1435976832">
    <w:abstractNumId w:val="8"/>
  </w:num>
  <w:num w:numId="8" w16cid:durableId="1316298159">
    <w:abstractNumId w:val="11"/>
  </w:num>
  <w:num w:numId="9" w16cid:durableId="1155758904">
    <w:abstractNumId w:val="0"/>
  </w:num>
  <w:num w:numId="10" w16cid:durableId="666521520">
    <w:abstractNumId w:val="10"/>
  </w:num>
  <w:num w:numId="11" w16cid:durableId="1339235036">
    <w:abstractNumId w:val="4"/>
  </w:num>
  <w:num w:numId="12" w16cid:durableId="802769707">
    <w:abstractNumId w:val="3"/>
  </w:num>
  <w:num w:numId="13" w16cid:durableId="1688365944">
    <w:abstractNumId w:val="5"/>
  </w:num>
  <w:num w:numId="14" w16cid:durableId="560604073">
    <w:abstractNumId w:val="2"/>
  </w:num>
  <w:num w:numId="15" w16cid:durableId="11940754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647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008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1FC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CA2"/>
    <w:rsid w:val="00B31D73"/>
    <w:rsid w:val="00B349D2"/>
    <w:rsid w:val="00B34A5D"/>
    <w:rsid w:val="00B35269"/>
    <w:rsid w:val="00B35D7B"/>
    <w:rsid w:val="00B3684F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2A97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2A4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28D86D-3FCB-42D0-84D0-27A32E5D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7</Pages>
  <Words>1837</Words>
  <Characters>10471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12284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2013-10-18T08:32:00Z</cp:lastPrinted>
  <dcterms:created xsi:type="dcterms:W3CDTF">2025-10-21T02:23:00Z</dcterms:created>
  <dcterms:modified xsi:type="dcterms:W3CDTF">2025-10-23T21:55:00Z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